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1AA" w:rsidRDefault="00F331AA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Name  ____________________________________________________</w:t>
      </w:r>
    </w:p>
    <w:p w:rsidR="00F331AA" w:rsidRDefault="00F331AA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The expressions below are idioms (The phrases don’t mean exactly what they say.)  Determine the meaning of each and write it on the line.</w:t>
      </w:r>
    </w:p>
    <w:p w:rsidR="00F331AA" w:rsidRDefault="00F331AA">
      <w:pPr>
        <w:rPr>
          <w:rFonts w:ascii="Tahoma" w:hAnsi="Tahoma" w:cs="Tahoma"/>
          <w:sz w:val="28"/>
          <w:szCs w:val="28"/>
        </w:rPr>
      </w:pPr>
    </w:p>
    <w:p w:rsidR="00F331AA" w:rsidRDefault="00F331AA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Break a leg  __________________________________________________________________________________________________________________________</w:t>
      </w:r>
    </w:p>
    <w:p w:rsidR="00F331AA" w:rsidRDefault="00F331AA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Silver screen __________________________________________________________________________________________________________________________</w:t>
      </w:r>
    </w:p>
    <w:p w:rsidR="00F331AA" w:rsidRDefault="00F331AA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Fit as a fiddle ______________________________________________________________________</w:t>
      </w:r>
      <w:bookmarkStart w:id="0" w:name="_GoBack"/>
      <w:bookmarkEnd w:id="0"/>
      <w:r>
        <w:rPr>
          <w:rFonts w:ascii="Tahoma" w:hAnsi="Tahoma" w:cs="Tahoma"/>
          <w:sz w:val="28"/>
          <w:szCs w:val="28"/>
        </w:rPr>
        <w:t>____________________________________________________</w:t>
      </w:r>
    </w:p>
    <w:p w:rsidR="00F331AA" w:rsidRDefault="00F331AA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On the back burner __________________________________________________________________________________________________________________________</w:t>
      </w:r>
    </w:p>
    <w:p w:rsidR="00F331AA" w:rsidRDefault="00F331AA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Save face __________________________________________________________________________________________________________________________</w:t>
      </w:r>
    </w:p>
    <w:p w:rsidR="00F331AA" w:rsidRDefault="00F331AA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False alarm __________________________________________________________________________________________________________________________</w:t>
      </w:r>
    </w:p>
    <w:p w:rsidR="00F331AA" w:rsidRDefault="00F331AA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At a crossroads __________________________________________________________________________________________________________________________</w:t>
      </w:r>
    </w:p>
    <w:p w:rsidR="00F331AA" w:rsidRDefault="00F331AA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Sing up a storm __________________________________________________________________________________________________________________________</w:t>
      </w:r>
    </w:p>
    <w:p w:rsidR="00F331AA" w:rsidRDefault="00F331AA">
      <w:pPr>
        <w:rPr>
          <w:rFonts w:ascii="Tahoma" w:hAnsi="Tahoma" w:cs="Tahoma"/>
          <w:sz w:val="28"/>
          <w:szCs w:val="28"/>
        </w:rPr>
      </w:pPr>
    </w:p>
    <w:p w:rsidR="00F331AA" w:rsidRDefault="00F331AA">
      <w:pPr>
        <w:rPr>
          <w:rFonts w:ascii="Tahoma" w:hAnsi="Tahoma" w:cs="Tahoma"/>
          <w:sz w:val="28"/>
          <w:szCs w:val="28"/>
        </w:rPr>
      </w:pPr>
    </w:p>
    <w:p w:rsidR="00F331AA" w:rsidRDefault="00F331AA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Write down two more idioms and illustrate them in the boxes.</w:t>
      </w:r>
    </w:p>
    <w:p w:rsidR="00F331AA" w:rsidRPr="005E06E6" w:rsidRDefault="00F331AA">
      <w:pPr>
        <w:pBdr>
          <w:bottom w:val="single" w:sz="12" w:space="1" w:color="auto"/>
        </w:pBdr>
        <w:rPr>
          <w:rFonts w:ascii="Tahoma" w:hAnsi="Tahoma" w:cs="Tahoma"/>
          <w:sz w:val="28"/>
          <w:szCs w:val="28"/>
        </w:rPr>
      </w:pPr>
      <w:r w:rsidRPr="005E06E6">
        <w:rPr>
          <w:rFonts w:ascii="Tahoma" w:hAnsi="Tahoma" w:cs="Tahoma"/>
          <w:sz w:val="28"/>
          <w:szCs w:val="28"/>
        </w:rPr>
        <w:t>1.</w:t>
      </w:r>
    </w:p>
    <w:p w:rsidR="00F331AA" w:rsidRDefault="00F331AA">
      <w:pPr>
        <w:rPr>
          <w:rFonts w:ascii="Tahoma" w:hAnsi="Tahoma" w:cs="Tahoma"/>
          <w:sz w:val="28"/>
          <w:szCs w:val="28"/>
        </w:rPr>
      </w:pPr>
      <w:r>
        <w:rPr>
          <w:noProof/>
        </w:rPr>
        <w:pict>
          <v:rect id="Rectangle 1" o:spid="_x0000_s1026" style="position:absolute;margin-left:0;margin-top:28.65pt;width:486pt;height:261pt;z-index:251658240;visibility:visible;v-text-anchor:middle" wrapcoords="-33 -62 -33 21538 21633 21538 21633 -62 -33 -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" filled="f" fillcolor="#3a7ccb">
            <v:fill color2="#2c5d98" rotate="t" colors="0 #3a7ccb;13107f #3c7bc7;1 #2c5d98" focus="100%" type="gradient">
              <o:fill v:ext="view" type="gradientUnscaled"/>
            </v:fill>
            <v:shadow color="white" opacity="22936f" origin=",.5" offset="0,.63889mm"/>
            <w10:wrap type="through"/>
          </v:rect>
        </w:pict>
      </w:r>
    </w:p>
    <w:p w:rsidR="00F331AA" w:rsidRDefault="00F331AA">
      <w:pPr>
        <w:rPr>
          <w:rFonts w:ascii="Tahoma" w:hAnsi="Tahoma" w:cs="Tahoma"/>
          <w:sz w:val="28"/>
          <w:szCs w:val="28"/>
        </w:rPr>
      </w:pPr>
    </w:p>
    <w:p w:rsidR="00F331AA" w:rsidRDefault="00F331AA" w:rsidP="00243C28">
      <w:pPr>
        <w:pBdr>
          <w:bottom w:val="single" w:sz="12" w:space="1" w:color="auto"/>
        </w:pBd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2.</w:t>
      </w:r>
    </w:p>
    <w:p w:rsidR="00F331AA" w:rsidRPr="003A30D5" w:rsidRDefault="00F331AA">
      <w:pPr>
        <w:rPr>
          <w:rFonts w:ascii="Tahoma" w:hAnsi="Tahoma" w:cs="Tahoma"/>
          <w:sz w:val="28"/>
          <w:szCs w:val="28"/>
        </w:rPr>
      </w:pPr>
      <w:r>
        <w:rPr>
          <w:noProof/>
        </w:rPr>
        <w:pict>
          <v:rect id="_x0000_s1027" style="position:absolute;margin-left:0;margin-top:28.65pt;width:486pt;height:261pt;z-index:251659264;visibility:visible;v-text-anchor:middle" wrapcoords="-33 -62 -33 21538 21633 21538 21633 -62 -33 -6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" filled="f" fillcolor="#3a7ccb">
            <v:fill color2="#2c5d98" rotate="t" colors="0 #3a7ccb;13107f #3c7bc7;1 #2c5d98" focus="100%" type="gradient">
              <o:fill v:ext="view" type="gradientUnscaled"/>
            </v:fill>
            <v:shadow color="white" opacity="22936f" origin=",.5" offset="0,.63889mm"/>
            <w10:wrap type="through"/>
          </v:rect>
        </w:pict>
      </w:r>
    </w:p>
    <w:sectPr w:rsidR="00F331AA" w:rsidRPr="003A30D5" w:rsidSect="00243C28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30D5"/>
    <w:rsid w:val="00243C28"/>
    <w:rsid w:val="003A30D5"/>
    <w:rsid w:val="005E06E6"/>
    <w:rsid w:val="006B68A6"/>
    <w:rsid w:val="00885275"/>
    <w:rsid w:val="00AC7D71"/>
    <w:rsid w:val="00C335BA"/>
    <w:rsid w:val="00C414B1"/>
    <w:rsid w:val="00E255C7"/>
    <w:rsid w:val="00F331AA"/>
    <w:rsid w:val="00FA4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4B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204</Words>
  <Characters>1168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 ____________________________________________________</dc:title>
  <dc:subject/>
  <dc:creator>Nicole</dc:creator>
  <cp:keywords/>
  <dc:description/>
  <cp:lastModifiedBy>Mt. Lebanon School District</cp:lastModifiedBy>
  <cp:revision>2</cp:revision>
  <dcterms:created xsi:type="dcterms:W3CDTF">2012-02-21T22:11:00Z</dcterms:created>
  <dcterms:modified xsi:type="dcterms:W3CDTF">2012-02-21T22:11:00Z</dcterms:modified>
</cp:coreProperties>
</file>